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0A30C" w14:textId="77777777" w:rsidR="00A4075E" w:rsidRDefault="00A4075E" w:rsidP="00A4075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C54E20C" w14:textId="77777777" w:rsidR="00A4075E" w:rsidRDefault="00A4075E" w:rsidP="0049569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F74E924" w14:textId="58BB1657" w:rsidR="0085747A" w:rsidRPr="00295E4F" w:rsidRDefault="0085747A" w:rsidP="0049569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95E4F">
        <w:rPr>
          <w:rFonts w:ascii="Corbel" w:hAnsi="Corbel"/>
          <w:b/>
          <w:smallCaps/>
          <w:sz w:val="24"/>
          <w:szCs w:val="24"/>
        </w:rPr>
        <w:t>SYLABUS</w:t>
      </w:r>
    </w:p>
    <w:p w14:paraId="1320CE57" w14:textId="0DB35402" w:rsidR="0085747A" w:rsidRPr="00295E4F" w:rsidRDefault="0071620A" w:rsidP="006C39D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95E4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95E4F">
        <w:rPr>
          <w:rFonts w:ascii="Corbel" w:hAnsi="Corbel"/>
          <w:b/>
          <w:smallCaps/>
          <w:sz w:val="24"/>
          <w:szCs w:val="24"/>
        </w:rPr>
        <w:t xml:space="preserve"> </w:t>
      </w:r>
      <w:r w:rsidR="006C39D3">
        <w:rPr>
          <w:rFonts w:ascii="Corbel" w:hAnsi="Corbel"/>
          <w:b/>
          <w:smallCaps/>
          <w:sz w:val="24"/>
          <w:szCs w:val="24"/>
        </w:rPr>
        <w:t>202</w:t>
      </w:r>
      <w:r w:rsidR="004E3B51">
        <w:rPr>
          <w:rFonts w:ascii="Corbel" w:hAnsi="Corbel"/>
          <w:b/>
          <w:smallCaps/>
          <w:sz w:val="24"/>
          <w:szCs w:val="24"/>
        </w:rPr>
        <w:t>5</w:t>
      </w:r>
      <w:r w:rsidR="006C39D3">
        <w:rPr>
          <w:rFonts w:ascii="Corbel" w:hAnsi="Corbel"/>
          <w:b/>
          <w:smallCaps/>
          <w:sz w:val="24"/>
          <w:szCs w:val="24"/>
        </w:rPr>
        <w:t>-20</w:t>
      </w:r>
      <w:r w:rsidR="004E3B51">
        <w:rPr>
          <w:rFonts w:ascii="Corbel" w:hAnsi="Corbel"/>
          <w:b/>
          <w:smallCaps/>
          <w:sz w:val="24"/>
          <w:szCs w:val="24"/>
        </w:rPr>
        <w:t>30</w:t>
      </w:r>
    </w:p>
    <w:p w14:paraId="6C98A549" w14:textId="19DF8F27" w:rsidR="00445970" w:rsidRPr="00295E4F" w:rsidRDefault="00495699" w:rsidP="0049569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Rok akademicki </w:t>
      </w:r>
      <w:r w:rsidRPr="00295E4F">
        <w:rPr>
          <w:rFonts w:ascii="Corbel" w:hAnsi="Corbel"/>
          <w:b/>
          <w:sz w:val="24"/>
          <w:szCs w:val="24"/>
        </w:rPr>
        <w:t>202</w:t>
      </w:r>
      <w:r w:rsidR="004E3B51">
        <w:rPr>
          <w:rFonts w:ascii="Corbel" w:hAnsi="Corbel"/>
          <w:b/>
          <w:sz w:val="24"/>
          <w:szCs w:val="24"/>
        </w:rPr>
        <w:t>9</w:t>
      </w:r>
      <w:r w:rsidRPr="00295E4F">
        <w:rPr>
          <w:rFonts w:ascii="Corbel" w:hAnsi="Corbel"/>
          <w:b/>
          <w:sz w:val="24"/>
          <w:szCs w:val="24"/>
        </w:rPr>
        <w:t>/20</w:t>
      </w:r>
      <w:r w:rsidR="004E3B51">
        <w:rPr>
          <w:rFonts w:ascii="Corbel" w:hAnsi="Corbel"/>
          <w:b/>
          <w:sz w:val="24"/>
          <w:szCs w:val="24"/>
        </w:rPr>
        <w:t>30</w:t>
      </w:r>
    </w:p>
    <w:p w14:paraId="3709DEE0" w14:textId="77777777" w:rsidR="0085747A" w:rsidRPr="00295E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B80CDF" w14:textId="77777777" w:rsidR="0085747A" w:rsidRPr="00295E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5E4F">
        <w:rPr>
          <w:rFonts w:ascii="Corbel" w:hAnsi="Corbel"/>
          <w:szCs w:val="24"/>
        </w:rPr>
        <w:t xml:space="preserve">1. </w:t>
      </w:r>
      <w:r w:rsidR="0085747A" w:rsidRPr="00295E4F">
        <w:rPr>
          <w:rFonts w:ascii="Corbel" w:hAnsi="Corbel"/>
          <w:szCs w:val="24"/>
        </w:rPr>
        <w:t xml:space="preserve">Podstawowe </w:t>
      </w:r>
      <w:r w:rsidR="00445970" w:rsidRPr="00295E4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5E4F" w14:paraId="7C435DFC" w14:textId="77777777" w:rsidTr="00B819C8">
        <w:tc>
          <w:tcPr>
            <w:tcW w:w="2694" w:type="dxa"/>
            <w:vAlign w:val="center"/>
          </w:tcPr>
          <w:p w14:paraId="7FD28426" w14:textId="77777777" w:rsidR="0085747A" w:rsidRPr="00295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24AE66" w14:textId="77777777" w:rsidR="0085747A" w:rsidRPr="00295E4F" w:rsidRDefault="00495699" w:rsidP="008D0F3A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</w:t>
            </w:r>
            <w:r w:rsidR="008F2202" w:rsidRPr="00295E4F">
              <w:rPr>
                <w:rFonts w:ascii="Corbel" w:hAnsi="Corbel"/>
                <w:sz w:val="24"/>
                <w:szCs w:val="24"/>
              </w:rPr>
              <w:t>omunikacja w grupach zróżnicowanych</w:t>
            </w:r>
          </w:p>
        </w:tc>
      </w:tr>
      <w:tr w:rsidR="0085747A" w:rsidRPr="00295E4F" w14:paraId="41FAED9A" w14:textId="77777777" w:rsidTr="00B819C8">
        <w:tc>
          <w:tcPr>
            <w:tcW w:w="2694" w:type="dxa"/>
            <w:vAlign w:val="center"/>
          </w:tcPr>
          <w:p w14:paraId="3F799212" w14:textId="77777777" w:rsidR="0085747A" w:rsidRPr="00295E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E58A64" w14:textId="77777777"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95E4F" w14:paraId="705E7FD9" w14:textId="77777777" w:rsidTr="00B819C8">
        <w:tc>
          <w:tcPr>
            <w:tcW w:w="2694" w:type="dxa"/>
            <w:vAlign w:val="center"/>
          </w:tcPr>
          <w:p w14:paraId="527A0D87" w14:textId="77777777" w:rsidR="0085747A" w:rsidRPr="00295E4F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N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5E4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65D30E" w14:textId="19021A08" w:rsidR="0085747A" w:rsidRPr="00295E4F" w:rsidRDefault="004E3B51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3B51"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295E4F" w14:paraId="6EE71E7B" w14:textId="77777777" w:rsidTr="00B819C8">
        <w:tc>
          <w:tcPr>
            <w:tcW w:w="2694" w:type="dxa"/>
            <w:vAlign w:val="center"/>
          </w:tcPr>
          <w:p w14:paraId="745B97C6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DA6F27" w14:textId="77777777"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95E4F" w14:paraId="04E3B358" w14:textId="77777777" w:rsidTr="00B819C8">
        <w:tc>
          <w:tcPr>
            <w:tcW w:w="2694" w:type="dxa"/>
            <w:vAlign w:val="center"/>
          </w:tcPr>
          <w:p w14:paraId="33894381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3EF7837" w14:textId="77777777"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95E4F" w14:paraId="2D14743C" w14:textId="77777777" w:rsidTr="00B819C8">
        <w:tc>
          <w:tcPr>
            <w:tcW w:w="2694" w:type="dxa"/>
            <w:vAlign w:val="center"/>
          </w:tcPr>
          <w:p w14:paraId="2E63F6E2" w14:textId="77777777" w:rsidR="0085747A" w:rsidRPr="00295E4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03139E" w14:textId="77777777" w:rsidR="0085747A" w:rsidRPr="00295E4F" w:rsidRDefault="008F22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495699" w:rsidRPr="00295E4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295E4F" w14:paraId="6DD31B03" w14:textId="77777777" w:rsidTr="00B819C8">
        <w:tc>
          <w:tcPr>
            <w:tcW w:w="2694" w:type="dxa"/>
            <w:vAlign w:val="center"/>
          </w:tcPr>
          <w:p w14:paraId="04BBE17D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C63B06" w14:textId="77777777" w:rsidR="0085747A" w:rsidRPr="00295E4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295E4F" w14:paraId="0493486F" w14:textId="77777777" w:rsidTr="00B819C8">
        <w:tc>
          <w:tcPr>
            <w:tcW w:w="2694" w:type="dxa"/>
            <w:vAlign w:val="center"/>
          </w:tcPr>
          <w:p w14:paraId="56C02704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A5B812" w14:textId="595AFF96" w:rsidR="0085747A" w:rsidRPr="00295E4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A2A37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295E4F" w14:paraId="0D3C1DDE" w14:textId="77777777" w:rsidTr="00B819C8">
        <w:tc>
          <w:tcPr>
            <w:tcW w:w="2694" w:type="dxa"/>
            <w:vAlign w:val="center"/>
          </w:tcPr>
          <w:p w14:paraId="214E7F27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5E4F">
              <w:rPr>
                <w:rFonts w:ascii="Corbel" w:hAnsi="Corbel"/>
                <w:sz w:val="24"/>
                <w:szCs w:val="24"/>
              </w:rPr>
              <w:t>/y</w:t>
            </w:r>
            <w:r w:rsidRPr="00295E4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70B0D1" w14:textId="77777777"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V rok, 9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295E4F" w14:paraId="7CEFAC1A" w14:textId="77777777" w:rsidTr="00B819C8">
        <w:tc>
          <w:tcPr>
            <w:tcW w:w="2694" w:type="dxa"/>
            <w:vAlign w:val="center"/>
          </w:tcPr>
          <w:p w14:paraId="56527C41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75A2B4" w14:textId="77777777" w:rsidR="0085747A" w:rsidRPr="00295E4F" w:rsidRDefault="00495699" w:rsidP="008F220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>D. Edukacja włączająca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, Moduł 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>D.5. Organizacja edukacji włączającej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295E4F" w14:paraId="605CE294" w14:textId="77777777" w:rsidTr="00B819C8">
        <w:tc>
          <w:tcPr>
            <w:tcW w:w="2694" w:type="dxa"/>
            <w:vAlign w:val="center"/>
          </w:tcPr>
          <w:p w14:paraId="11AA640C" w14:textId="77777777" w:rsidR="00923D7D" w:rsidRPr="00295E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CCEAEA" w14:textId="77777777" w:rsidR="00923D7D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8F2202" w:rsidRPr="00295E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5E4F" w14:paraId="700B780F" w14:textId="77777777" w:rsidTr="00B819C8">
        <w:tc>
          <w:tcPr>
            <w:tcW w:w="2694" w:type="dxa"/>
            <w:vAlign w:val="center"/>
          </w:tcPr>
          <w:p w14:paraId="666D4438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DF0D3C" w14:textId="6AA91CC0" w:rsidR="0085747A" w:rsidRPr="00295E4F" w:rsidRDefault="004956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E3B51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</w:p>
        </w:tc>
      </w:tr>
      <w:tr w:rsidR="0085747A" w:rsidRPr="00295E4F" w14:paraId="2FFE6405" w14:textId="77777777" w:rsidTr="00B819C8">
        <w:tc>
          <w:tcPr>
            <w:tcW w:w="2694" w:type="dxa"/>
            <w:vAlign w:val="center"/>
          </w:tcPr>
          <w:p w14:paraId="0309B94F" w14:textId="77777777" w:rsidR="0085747A" w:rsidRPr="00295E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16C7DE" w14:textId="77777777" w:rsidR="0085747A" w:rsidRPr="00295E4F" w:rsidRDefault="008F22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295E4F">
              <w:rPr>
                <w:rFonts w:ascii="Corbel" w:hAnsi="Corbel"/>
                <w:b w:val="0"/>
                <w:sz w:val="24"/>
                <w:szCs w:val="24"/>
              </w:rPr>
              <w:t>Zaborniak</w:t>
            </w:r>
            <w:proofErr w:type="spellEnd"/>
            <w:r w:rsidRPr="00295E4F">
              <w:rPr>
                <w:rFonts w:ascii="Corbel" w:hAnsi="Corbel"/>
                <w:b w:val="0"/>
                <w:sz w:val="24"/>
                <w:szCs w:val="24"/>
              </w:rPr>
              <w:t>-Sobczak</w:t>
            </w:r>
          </w:p>
        </w:tc>
      </w:tr>
    </w:tbl>
    <w:p w14:paraId="4D4FF286" w14:textId="77777777" w:rsidR="00923D7D" w:rsidRPr="00295E4F" w:rsidRDefault="0085747A" w:rsidP="00EB085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* </w:t>
      </w:r>
      <w:r w:rsidRPr="00295E4F">
        <w:rPr>
          <w:rFonts w:ascii="Corbel" w:hAnsi="Corbel"/>
          <w:i/>
          <w:sz w:val="24"/>
          <w:szCs w:val="24"/>
        </w:rPr>
        <w:t>-</w:t>
      </w:r>
      <w:r w:rsidR="00B90885" w:rsidRPr="00295E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5E4F">
        <w:rPr>
          <w:rFonts w:ascii="Corbel" w:hAnsi="Corbel"/>
          <w:b w:val="0"/>
          <w:sz w:val="24"/>
          <w:szCs w:val="24"/>
        </w:rPr>
        <w:t>e,</w:t>
      </w:r>
      <w:r w:rsidRPr="00295E4F">
        <w:rPr>
          <w:rFonts w:ascii="Corbel" w:hAnsi="Corbel"/>
          <w:i/>
          <w:sz w:val="24"/>
          <w:szCs w:val="24"/>
        </w:rPr>
        <w:t xml:space="preserve"> </w:t>
      </w:r>
      <w:r w:rsidRPr="00295E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5E4F">
        <w:rPr>
          <w:rFonts w:ascii="Corbel" w:hAnsi="Corbel"/>
          <w:b w:val="0"/>
          <w:i/>
          <w:sz w:val="24"/>
          <w:szCs w:val="24"/>
        </w:rPr>
        <w:t>w Jednostce</w:t>
      </w:r>
    </w:p>
    <w:p w14:paraId="0F17EF4D" w14:textId="77777777" w:rsidR="00EB0859" w:rsidRPr="00295E4F" w:rsidRDefault="00EB0859" w:rsidP="00EB085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4410AD" w14:textId="77777777" w:rsidR="0085747A" w:rsidRPr="00295E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>1.</w:t>
      </w:r>
      <w:r w:rsidR="00E22FBC" w:rsidRPr="00295E4F">
        <w:rPr>
          <w:rFonts w:ascii="Corbel" w:hAnsi="Corbel"/>
          <w:sz w:val="24"/>
          <w:szCs w:val="24"/>
        </w:rPr>
        <w:t>1</w:t>
      </w:r>
      <w:r w:rsidRPr="00295E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407D0F" w14:textId="77777777" w:rsidR="00923D7D" w:rsidRPr="00295E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9"/>
        <w:gridCol w:w="784"/>
        <w:gridCol w:w="851"/>
        <w:gridCol w:w="798"/>
        <w:gridCol w:w="819"/>
        <w:gridCol w:w="756"/>
        <w:gridCol w:w="945"/>
        <w:gridCol w:w="1229"/>
        <w:gridCol w:w="1490"/>
      </w:tblGrid>
      <w:tr w:rsidR="00015B8F" w:rsidRPr="00295E4F" w14:paraId="221D173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9BD6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Semestr</w:t>
            </w:r>
          </w:p>
          <w:p w14:paraId="35095675" w14:textId="77777777" w:rsidR="00015B8F" w:rsidRPr="00295E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(</w:t>
            </w:r>
            <w:r w:rsidR="00363F78" w:rsidRPr="00295E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687B1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Wykł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06C31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53F1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Konw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80A9C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D625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Sem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0A41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E06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5E4F">
              <w:rPr>
                <w:rFonts w:ascii="Corbel" w:hAnsi="Corbel"/>
                <w:szCs w:val="24"/>
              </w:rPr>
              <w:t>Prakt</w:t>
            </w:r>
            <w:proofErr w:type="spellEnd"/>
            <w:r w:rsidRPr="00295E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40EC" w14:textId="77777777" w:rsidR="00015B8F" w:rsidRPr="00295E4F" w:rsidRDefault="0049569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5E4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8848" w14:textId="77777777" w:rsidR="00015B8F" w:rsidRPr="00295E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5E4F">
              <w:rPr>
                <w:rFonts w:ascii="Corbel" w:hAnsi="Corbel"/>
                <w:b/>
                <w:szCs w:val="24"/>
              </w:rPr>
              <w:t>Liczba pkt</w:t>
            </w:r>
            <w:r w:rsidR="00B90885" w:rsidRPr="00295E4F">
              <w:rPr>
                <w:rFonts w:ascii="Corbel" w:hAnsi="Corbel"/>
                <w:b/>
                <w:szCs w:val="24"/>
              </w:rPr>
              <w:t>.</w:t>
            </w:r>
            <w:r w:rsidRPr="00295E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5E4F" w14:paraId="636DB4EE" w14:textId="77777777" w:rsidTr="008F220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33E9" w14:textId="77777777" w:rsidR="00015B8F" w:rsidRPr="00295E4F" w:rsidRDefault="00495699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46B1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ADFE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E43A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881F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DB44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768D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D791" w14:textId="77777777" w:rsidR="00015B8F" w:rsidRPr="00295E4F" w:rsidRDefault="00015B8F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8F12" w14:textId="415717EC" w:rsidR="00015B8F" w:rsidRPr="00295E4F" w:rsidRDefault="008D014E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84A0" w14:textId="77777777" w:rsidR="00015B8F" w:rsidRPr="00295E4F" w:rsidRDefault="008F2202" w:rsidP="008F220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C30141" w14:textId="77777777" w:rsidR="00923D7D" w:rsidRPr="00295E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3D895" w14:textId="77777777" w:rsidR="00923D7D" w:rsidRPr="00295E4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6887ED" w14:textId="77777777" w:rsidR="0085747A" w:rsidRPr="00295E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>1.</w:t>
      </w:r>
      <w:r w:rsidR="00E22FBC" w:rsidRPr="00295E4F">
        <w:rPr>
          <w:rFonts w:ascii="Corbel" w:hAnsi="Corbel"/>
          <w:smallCaps w:val="0"/>
          <w:szCs w:val="24"/>
        </w:rPr>
        <w:t>2</w:t>
      </w:r>
      <w:r w:rsidR="00F83B28" w:rsidRPr="00295E4F">
        <w:rPr>
          <w:rFonts w:ascii="Corbel" w:hAnsi="Corbel"/>
          <w:smallCaps w:val="0"/>
          <w:szCs w:val="24"/>
        </w:rPr>
        <w:t>.</w:t>
      </w:r>
      <w:r w:rsidR="00F83B28" w:rsidRPr="00295E4F">
        <w:rPr>
          <w:rFonts w:ascii="Corbel" w:hAnsi="Corbel"/>
          <w:smallCaps w:val="0"/>
          <w:szCs w:val="24"/>
        </w:rPr>
        <w:tab/>
      </w:r>
      <w:r w:rsidRPr="00295E4F">
        <w:rPr>
          <w:rFonts w:ascii="Corbel" w:hAnsi="Corbel"/>
          <w:smallCaps w:val="0"/>
          <w:szCs w:val="24"/>
        </w:rPr>
        <w:t xml:space="preserve">Sposób realizacji zajęć  </w:t>
      </w:r>
    </w:p>
    <w:p w14:paraId="073357A2" w14:textId="77777777" w:rsidR="00495699" w:rsidRPr="00295E4F" w:rsidRDefault="00495699" w:rsidP="0049569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eastAsia="MS Gothic" w:hAnsi="Corbel"/>
          <w:b w:val="0"/>
          <w:szCs w:val="24"/>
        </w:rPr>
        <w:sym w:font="Wingdings" w:char="F078"/>
      </w:r>
      <w:r w:rsidRPr="00295E4F">
        <w:rPr>
          <w:rFonts w:ascii="Corbel" w:eastAsia="MS Gothic" w:hAnsi="Corbel"/>
          <w:b w:val="0"/>
          <w:szCs w:val="24"/>
        </w:rPr>
        <w:t xml:space="preserve"> </w:t>
      </w:r>
      <w:r w:rsidRPr="00295E4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57B58EBC" w14:textId="77777777" w:rsidR="0085747A" w:rsidRPr="00295E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95E4F">
        <w:rPr>
          <w:rFonts w:ascii="MS Gothic" w:eastAsia="MS Gothic" w:hAnsi="MS Gothic" w:cs="MS Gothic" w:hint="eastAsia"/>
          <w:b w:val="0"/>
          <w:szCs w:val="24"/>
        </w:rPr>
        <w:t>☐</w:t>
      </w:r>
      <w:r w:rsidRPr="00295E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319491" w14:textId="77777777" w:rsidR="0085747A" w:rsidRPr="00295E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1D6972" w14:textId="77777777" w:rsidR="00E22FBC" w:rsidRPr="00295E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1.3 </w:t>
      </w:r>
      <w:r w:rsidR="00F83B28" w:rsidRPr="00295E4F">
        <w:rPr>
          <w:rFonts w:ascii="Corbel" w:hAnsi="Corbel"/>
          <w:smallCaps w:val="0"/>
          <w:szCs w:val="24"/>
        </w:rPr>
        <w:tab/>
      </w:r>
      <w:r w:rsidRPr="00295E4F">
        <w:rPr>
          <w:rFonts w:ascii="Corbel" w:hAnsi="Corbel"/>
          <w:smallCaps w:val="0"/>
          <w:szCs w:val="24"/>
        </w:rPr>
        <w:t>For</w:t>
      </w:r>
      <w:r w:rsidR="00445970" w:rsidRPr="00295E4F">
        <w:rPr>
          <w:rFonts w:ascii="Corbel" w:hAnsi="Corbel"/>
          <w:smallCaps w:val="0"/>
          <w:szCs w:val="24"/>
        </w:rPr>
        <w:t xml:space="preserve">ma zaliczenia przedmiotu </w:t>
      </w:r>
      <w:r w:rsidRPr="00295E4F">
        <w:rPr>
          <w:rFonts w:ascii="Corbel" w:hAnsi="Corbel"/>
          <w:smallCaps w:val="0"/>
          <w:szCs w:val="24"/>
        </w:rPr>
        <w:t xml:space="preserve"> (z toku)</w:t>
      </w:r>
    </w:p>
    <w:p w14:paraId="37E0DBAD" w14:textId="55B27853" w:rsidR="00495699" w:rsidRPr="00295E4F" w:rsidRDefault="00495699" w:rsidP="004E3B5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ab/>
      </w:r>
      <w:r w:rsidRPr="00295E4F">
        <w:rPr>
          <w:rFonts w:ascii="Corbel" w:hAnsi="Corbel"/>
          <w:b w:val="0"/>
          <w:smallCaps w:val="0"/>
          <w:szCs w:val="24"/>
        </w:rPr>
        <w:t>egzamin</w:t>
      </w:r>
    </w:p>
    <w:p w14:paraId="48584DE5" w14:textId="77777777" w:rsidR="009C54AE" w:rsidRPr="00295E4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B1200E" w14:textId="77777777" w:rsidR="00E960BB" w:rsidRPr="00295E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5E4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E4F" w14:paraId="4BE7D306" w14:textId="77777777" w:rsidTr="00745302">
        <w:tc>
          <w:tcPr>
            <w:tcW w:w="9670" w:type="dxa"/>
          </w:tcPr>
          <w:p w14:paraId="6C27BF6E" w14:textId="77777777" w:rsidR="0085747A" w:rsidRPr="00295E4F" w:rsidRDefault="004956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przedmioty: </w:t>
            </w:r>
            <w:r w:rsidR="008F2202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społeczna, </w:t>
            </w:r>
            <w:r w:rsidR="00FD2094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Trening komunikacji interpersonalnej, </w:t>
            </w:r>
            <w:r w:rsidR="008F2202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osób z zaburzeniami mowy i komunikacji językowej</w:t>
            </w:r>
          </w:p>
        </w:tc>
      </w:tr>
    </w:tbl>
    <w:p w14:paraId="179774F5" w14:textId="77777777" w:rsidR="00153C41" w:rsidRPr="00295E4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6EA46F" w14:textId="77777777" w:rsidR="0085747A" w:rsidRPr="00295E4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5E4F">
        <w:rPr>
          <w:rFonts w:ascii="Corbel" w:hAnsi="Corbel"/>
          <w:szCs w:val="24"/>
        </w:rPr>
        <w:t>3.</w:t>
      </w:r>
      <w:r w:rsidR="0085747A" w:rsidRPr="00295E4F">
        <w:rPr>
          <w:rFonts w:ascii="Corbel" w:hAnsi="Corbel"/>
          <w:szCs w:val="24"/>
        </w:rPr>
        <w:t xml:space="preserve"> </w:t>
      </w:r>
      <w:r w:rsidR="00A84C85" w:rsidRPr="00295E4F">
        <w:rPr>
          <w:rFonts w:ascii="Corbel" w:hAnsi="Corbel"/>
          <w:szCs w:val="24"/>
        </w:rPr>
        <w:t>cele, efekty uczenia się</w:t>
      </w:r>
      <w:r w:rsidR="0085747A" w:rsidRPr="00295E4F">
        <w:rPr>
          <w:rFonts w:ascii="Corbel" w:hAnsi="Corbel"/>
          <w:szCs w:val="24"/>
        </w:rPr>
        <w:t xml:space="preserve"> , treści Programowe i stosowane metody Dydaktyczne</w:t>
      </w:r>
    </w:p>
    <w:p w14:paraId="37A71077" w14:textId="77777777" w:rsidR="00EB0859" w:rsidRPr="00295E4F" w:rsidRDefault="00EB085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2F6C6A" w14:textId="77777777" w:rsidR="00F83B28" w:rsidRPr="00295E4F" w:rsidRDefault="0071620A" w:rsidP="00495699">
      <w:pPr>
        <w:pStyle w:val="Podpunkty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3.1 </w:t>
      </w:r>
      <w:r w:rsidR="00C05F44" w:rsidRPr="00295E4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95E4F" w14:paraId="6BFCC476" w14:textId="77777777" w:rsidTr="00923D7D">
        <w:tc>
          <w:tcPr>
            <w:tcW w:w="851" w:type="dxa"/>
            <w:vAlign w:val="center"/>
          </w:tcPr>
          <w:p w14:paraId="795EE769" w14:textId="77777777" w:rsidR="0085747A" w:rsidRPr="00295E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E09D3B" w14:textId="77777777" w:rsidR="0085747A" w:rsidRPr="00295E4F" w:rsidRDefault="00F613E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5E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F7886" w:rsidRPr="00295E4F">
              <w:rPr>
                <w:rFonts w:ascii="Corbel" w:hAnsi="Corbel"/>
                <w:b w:val="0"/>
                <w:sz w:val="24"/>
                <w:szCs w:val="24"/>
              </w:rPr>
              <w:t xml:space="preserve">elem przedmiotu jest przygotowanie studentów do skutecznej komunikacji interpersonalnej w </w:t>
            </w:r>
            <w:r w:rsidRPr="00295E4F">
              <w:rPr>
                <w:rFonts w:ascii="Corbel" w:hAnsi="Corbel"/>
                <w:b w:val="0"/>
                <w:sz w:val="24"/>
                <w:szCs w:val="24"/>
              </w:rPr>
              <w:t>różnych sytuacjach życia społecznego, w tym zawodowego.</w:t>
            </w:r>
          </w:p>
        </w:tc>
      </w:tr>
    </w:tbl>
    <w:p w14:paraId="5B09CF83" w14:textId="77777777"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26ABD1E" w14:textId="77777777" w:rsidR="001D7B54" w:rsidRPr="00295E4F" w:rsidRDefault="009F4610" w:rsidP="0049569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b/>
          <w:sz w:val="24"/>
          <w:szCs w:val="24"/>
        </w:rPr>
        <w:t xml:space="preserve">3.2 </w:t>
      </w:r>
      <w:r w:rsidR="001D7B54" w:rsidRPr="00295E4F">
        <w:rPr>
          <w:rFonts w:ascii="Corbel" w:hAnsi="Corbel"/>
          <w:b/>
          <w:sz w:val="24"/>
          <w:szCs w:val="24"/>
        </w:rPr>
        <w:t xml:space="preserve">Efekty </w:t>
      </w:r>
      <w:r w:rsidR="00C05F44" w:rsidRPr="00295E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5E4F">
        <w:rPr>
          <w:rFonts w:ascii="Corbel" w:hAnsi="Corbel"/>
          <w:b/>
          <w:sz w:val="24"/>
          <w:szCs w:val="24"/>
        </w:rPr>
        <w:t>dla przedmiotu</w:t>
      </w:r>
      <w:r w:rsidR="00445970" w:rsidRPr="00295E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295E4F" w14:paraId="0D82BCB3" w14:textId="77777777" w:rsidTr="0071620A">
        <w:tc>
          <w:tcPr>
            <w:tcW w:w="1701" w:type="dxa"/>
            <w:vAlign w:val="center"/>
          </w:tcPr>
          <w:p w14:paraId="73E5EA48" w14:textId="77777777" w:rsidR="0085747A" w:rsidRPr="00295E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95E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95E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59C9CF" w14:textId="77777777" w:rsidR="0085747A" w:rsidRPr="00295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D9FFB91" w14:textId="77777777" w:rsidR="0085747A" w:rsidRPr="00295E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95E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5699" w:rsidRPr="00295E4F" w14:paraId="7C193A9F" w14:textId="77777777" w:rsidTr="0071620A">
        <w:tc>
          <w:tcPr>
            <w:tcW w:w="1701" w:type="dxa"/>
            <w:vAlign w:val="center"/>
          </w:tcPr>
          <w:p w14:paraId="6B8DDC64" w14:textId="77777777" w:rsidR="00495699" w:rsidRPr="00295E4F" w:rsidRDefault="0049569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C4CDF77" w14:textId="77777777" w:rsidR="00495699" w:rsidRPr="00295E4F" w:rsidRDefault="0049569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6C25AAE0" w14:textId="77777777" w:rsidR="00495699" w:rsidRPr="00295E4F" w:rsidRDefault="0049569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295E4F" w14:paraId="13CBDAD2" w14:textId="77777777" w:rsidTr="00495699">
        <w:tc>
          <w:tcPr>
            <w:tcW w:w="1701" w:type="dxa"/>
            <w:vAlign w:val="center"/>
          </w:tcPr>
          <w:p w14:paraId="6EEAF1A6" w14:textId="77777777"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45724D" w14:textId="77777777" w:rsidR="00F613E5" w:rsidRPr="00295E4F" w:rsidRDefault="00F613E5" w:rsidP="00F61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definiuje pojęcie komunikacji interpersonalnej, wymieniając zasady, normy skutecznej komunikacji</w:t>
            </w:r>
          </w:p>
        </w:tc>
        <w:tc>
          <w:tcPr>
            <w:tcW w:w="1873" w:type="dxa"/>
            <w:vAlign w:val="center"/>
          </w:tcPr>
          <w:p w14:paraId="713EDDB2" w14:textId="77777777" w:rsidR="0085747A" w:rsidRPr="00295E4F" w:rsidRDefault="008B284B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85747A" w:rsidRPr="00295E4F" w14:paraId="69AEF10A" w14:textId="77777777" w:rsidTr="00495699">
        <w:tc>
          <w:tcPr>
            <w:tcW w:w="1701" w:type="dxa"/>
            <w:vAlign w:val="center"/>
          </w:tcPr>
          <w:p w14:paraId="0E966629" w14:textId="77777777"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EB64" w14:textId="77777777"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wdraża efektywne sposoby porozumiewania się w różnych grupach i sytuacjach społecznych</w:t>
            </w:r>
          </w:p>
        </w:tc>
        <w:tc>
          <w:tcPr>
            <w:tcW w:w="1873" w:type="dxa"/>
            <w:vAlign w:val="center"/>
          </w:tcPr>
          <w:p w14:paraId="55283385" w14:textId="77777777" w:rsidR="0085747A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PS.U8.</w:t>
            </w:r>
          </w:p>
          <w:p w14:paraId="024D4724" w14:textId="77777777" w:rsidR="00F613E5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PS.U9.</w:t>
            </w:r>
          </w:p>
        </w:tc>
      </w:tr>
      <w:tr w:rsidR="0085747A" w:rsidRPr="00295E4F" w14:paraId="385020E0" w14:textId="77777777" w:rsidTr="00495699">
        <w:tc>
          <w:tcPr>
            <w:tcW w:w="1701" w:type="dxa"/>
            <w:vAlign w:val="center"/>
          </w:tcPr>
          <w:p w14:paraId="7761F8FA" w14:textId="77777777"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13E5" w:rsidRPr="00295E4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49998B1" w14:textId="77777777"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jest gotów do skutecznego komunikowania się i aktywnego uczestnictwa w zróżnicowanych grupach i organizacjach realizujących działania edukacyjne i terapeutyczne, potrafi porozumiewać się z osobami pochodzącymi z różnych środowisk społecznych </w:t>
            </w:r>
          </w:p>
        </w:tc>
        <w:tc>
          <w:tcPr>
            <w:tcW w:w="1873" w:type="dxa"/>
            <w:vAlign w:val="center"/>
          </w:tcPr>
          <w:p w14:paraId="13837A2C" w14:textId="77777777" w:rsidR="0085747A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  <w:p w14:paraId="35F2A27B" w14:textId="77777777" w:rsidR="00F613E5" w:rsidRPr="00295E4F" w:rsidRDefault="00F613E5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14:paraId="750A0332" w14:textId="77777777"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97C7E" w14:textId="77777777" w:rsidR="0085747A" w:rsidRPr="00295E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5E4F">
        <w:rPr>
          <w:rFonts w:ascii="Corbel" w:hAnsi="Corbel"/>
          <w:b/>
          <w:sz w:val="24"/>
          <w:szCs w:val="24"/>
        </w:rPr>
        <w:t>3.3</w:t>
      </w:r>
      <w:r w:rsidR="001D7B54" w:rsidRPr="00295E4F">
        <w:rPr>
          <w:rFonts w:ascii="Corbel" w:hAnsi="Corbel"/>
          <w:b/>
          <w:sz w:val="24"/>
          <w:szCs w:val="24"/>
        </w:rPr>
        <w:t xml:space="preserve"> </w:t>
      </w:r>
      <w:r w:rsidR="0085747A" w:rsidRPr="00295E4F">
        <w:rPr>
          <w:rFonts w:ascii="Corbel" w:hAnsi="Corbel"/>
          <w:b/>
          <w:sz w:val="24"/>
          <w:szCs w:val="24"/>
        </w:rPr>
        <w:t>T</w:t>
      </w:r>
      <w:r w:rsidR="001D7B54" w:rsidRPr="00295E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95E4F">
        <w:rPr>
          <w:rFonts w:ascii="Corbel" w:hAnsi="Corbel"/>
          <w:sz w:val="24"/>
          <w:szCs w:val="24"/>
        </w:rPr>
        <w:t xml:space="preserve">  </w:t>
      </w:r>
    </w:p>
    <w:p w14:paraId="7E99B3D4" w14:textId="77777777" w:rsidR="0085747A" w:rsidRPr="00295E4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 xml:space="preserve">Problematyka wykładu </w:t>
      </w:r>
    </w:p>
    <w:p w14:paraId="6994C5D9" w14:textId="77777777" w:rsidR="00495699" w:rsidRPr="00295E4F" w:rsidRDefault="00495699" w:rsidP="004956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>Nie dotyczy</w:t>
      </w:r>
    </w:p>
    <w:p w14:paraId="0B76FD29" w14:textId="77777777" w:rsidR="00495699" w:rsidRPr="00295E4F" w:rsidRDefault="00495699" w:rsidP="0049569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DAD3E0" w14:textId="77777777" w:rsidR="00675843" w:rsidRPr="00295E4F" w:rsidRDefault="00495699" w:rsidP="0049569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5E4F">
        <w:rPr>
          <w:rFonts w:ascii="Corbel" w:hAnsi="Corbel"/>
          <w:sz w:val="24"/>
          <w:szCs w:val="24"/>
        </w:rPr>
        <w:t>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E4F" w14:paraId="672AAE88" w14:textId="77777777" w:rsidTr="00923D7D">
        <w:tc>
          <w:tcPr>
            <w:tcW w:w="9639" w:type="dxa"/>
          </w:tcPr>
          <w:p w14:paraId="5BFF2B3D" w14:textId="77777777" w:rsidR="0085747A" w:rsidRPr="00295E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Treści merytoryczne</w:t>
            </w:r>
            <w:r w:rsidR="00495699" w:rsidRPr="00295E4F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295E4F" w14:paraId="3B8F9C4A" w14:textId="77777777" w:rsidTr="00923D7D">
        <w:tc>
          <w:tcPr>
            <w:tcW w:w="9639" w:type="dxa"/>
          </w:tcPr>
          <w:p w14:paraId="6B767C68" w14:textId="77777777" w:rsidR="0085747A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Komunikacja interpersonalna – wyjaśnienie podstawowych pojęć w kontekście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psycho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- i socjolingwistyki. </w:t>
            </w:r>
          </w:p>
        </w:tc>
      </w:tr>
      <w:tr w:rsidR="008B284B" w:rsidRPr="00295E4F" w14:paraId="2E5137EA" w14:textId="77777777" w:rsidTr="00923D7D">
        <w:tc>
          <w:tcPr>
            <w:tcW w:w="9639" w:type="dxa"/>
          </w:tcPr>
          <w:p w14:paraId="0F6B9C20" w14:textId="77777777"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Warunki porozumiewania się (nadawca – odbiorca – kontekst – kontakt – komunikat)</w:t>
            </w:r>
          </w:p>
        </w:tc>
      </w:tr>
      <w:tr w:rsidR="0085747A" w:rsidRPr="00295E4F" w14:paraId="73D05197" w14:textId="77777777" w:rsidTr="00923D7D">
        <w:tc>
          <w:tcPr>
            <w:tcW w:w="9639" w:type="dxa"/>
          </w:tcPr>
          <w:p w14:paraId="7CDAE000" w14:textId="77777777"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Style komunikowania się ludzi.</w:t>
            </w:r>
          </w:p>
        </w:tc>
      </w:tr>
      <w:tr w:rsidR="0085747A" w:rsidRPr="00295E4F" w14:paraId="669FD118" w14:textId="77777777" w:rsidTr="00923D7D">
        <w:tc>
          <w:tcPr>
            <w:tcW w:w="9639" w:type="dxa"/>
          </w:tcPr>
          <w:p w14:paraId="19D6F5C9" w14:textId="77777777" w:rsidR="0085747A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Zasady porozumiewania się.</w:t>
            </w:r>
          </w:p>
        </w:tc>
      </w:tr>
      <w:tr w:rsidR="008B284B" w:rsidRPr="00295E4F" w14:paraId="666A2216" w14:textId="77777777" w:rsidTr="00923D7D">
        <w:tc>
          <w:tcPr>
            <w:tcW w:w="9639" w:type="dxa"/>
          </w:tcPr>
          <w:p w14:paraId="1C2584F3" w14:textId="77777777"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Zagadnienie barier w komunikacji interpersonalnej.</w:t>
            </w:r>
          </w:p>
        </w:tc>
      </w:tr>
      <w:tr w:rsidR="008B284B" w:rsidRPr="00295E4F" w14:paraId="7A2D2692" w14:textId="77777777" w:rsidTr="00923D7D">
        <w:tc>
          <w:tcPr>
            <w:tcW w:w="9639" w:type="dxa"/>
          </w:tcPr>
          <w:p w14:paraId="10AA8E98" w14:textId="77777777"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Aktywne słuchanie, porządkowanie informacji, udzielanie informacji zwrotnych.</w:t>
            </w:r>
            <w:r w:rsidR="00904C07" w:rsidRPr="00295E4F">
              <w:rPr>
                <w:rFonts w:ascii="Corbel" w:hAnsi="Corbel"/>
                <w:sz w:val="24"/>
                <w:szCs w:val="24"/>
              </w:rPr>
              <w:t xml:space="preserve"> Podstawy teoretyczne.</w:t>
            </w:r>
          </w:p>
        </w:tc>
      </w:tr>
      <w:tr w:rsidR="008B284B" w:rsidRPr="00295E4F" w14:paraId="3FA8DADB" w14:textId="77777777" w:rsidTr="00923D7D">
        <w:tc>
          <w:tcPr>
            <w:tcW w:w="9639" w:type="dxa"/>
          </w:tcPr>
          <w:p w14:paraId="312DA893" w14:textId="77777777" w:rsidR="008B284B" w:rsidRPr="00295E4F" w:rsidRDefault="008B284B" w:rsidP="008B284B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Komunikacja niewerbalna i jej znaczenie.</w:t>
            </w:r>
          </w:p>
        </w:tc>
      </w:tr>
      <w:tr w:rsidR="00495699" w:rsidRPr="00295E4F" w14:paraId="0C19098D" w14:textId="77777777" w:rsidTr="00923D7D">
        <w:tc>
          <w:tcPr>
            <w:tcW w:w="9639" w:type="dxa"/>
          </w:tcPr>
          <w:p w14:paraId="4BE0DA07" w14:textId="77777777"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Zachowania społeczne i ich uwarunkowania.</w:t>
            </w:r>
          </w:p>
        </w:tc>
      </w:tr>
      <w:tr w:rsidR="00495699" w:rsidRPr="00295E4F" w14:paraId="2D312578" w14:textId="77777777" w:rsidTr="00923D7D">
        <w:tc>
          <w:tcPr>
            <w:tcW w:w="9639" w:type="dxa"/>
          </w:tcPr>
          <w:p w14:paraId="379012E1" w14:textId="77777777"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Zasady skutecznej komunikacji, bariery w procesie komunikacji w praktyce i jak im przeciwdziałać.</w:t>
            </w:r>
          </w:p>
        </w:tc>
      </w:tr>
      <w:tr w:rsidR="00495699" w:rsidRPr="00295E4F" w14:paraId="667A11A4" w14:textId="77777777" w:rsidTr="00923D7D">
        <w:tc>
          <w:tcPr>
            <w:tcW w:w="9639" w:type="dxa"/>
          </w:tcPr>
          <w:p w14:paraId="51773D5E" w14:textId="77777777"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Aktywne słuchanie i udzielanie komunikatów zwrotnych w praktyce edukacyjnej i społecznej.</w:t>
            </w:r>
          </w:p>
        </w:tc>
      </w:tr>
      <w:tr w:rsidR="00495699" w:rsidRPr="00295E4F" w14:paraId="4EF36B3C" w14:textId="77777777" w:rsidTr="00923D7D">
        <w:tc>
          <w:tcPr>
            <w:tcW w:w="9639" w:type="dxa"/>
          </w:tcPr>
          <w:p w14:paraId="7403C041" w14:textId="77777777"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Jak słuchać, żeby dzieci do nas mówiły…, Porozumienie bez przemocy, Pozytywna dyscyplina  – wybrane programy skutecznej komunikacji.</w:t>
            </w:r>
          </w:p>
        </w:tc>
      </w:tr>
      <w:tr w:rsidR="00495699" w:rsidRPr="00295E4F" w14:paraId="36A0EDF5" w14:textId="77777777" w:rsidTr="00923D7D">
        <w:tc>
          <w:tcPr>
            <w:tcW w:w="9639" w:type="dxa"/>
          </w:tcPr>
          <w:p w14:paraId="6B65ACBE" w14:textId="77777777" w:rsidR="00495699" w:rsidRPr="00295E4F" w:rsidRDefault="00495699" w:rsidP="007F1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Konflikt w grupie i porozumiewanie się w sytuacjach konfliktowych – ćwiczenia praktyczne.</w:t>
            </w:r>
          </w:p>
        </w:tc>
      </w:tr>
    </w:tbl>
    <w:p w14:paraId="56D5B070" w14:textId="77777777" w:rsidR="0085747A" w:rsidRPr="00295E4F" w:rsidRDefault="0085747A" w:rsidP="00495699">
      <w:pPr>
        <w:spacing w:line="240" w:lineRule="auto"/>
        <w:rPr>
          <w:rFonts w:ascii="Corbel" w:hAnsi="Corbel"/>
          <w:sz w:val="24"/>
          <w:szCs w:val="24"/>
        </w:rPr>
      </w:pPr>
    </w:p>
    <w:p w14:paraId="5EDE89C2" w14:textId="77777777" w:rsidR="0085747A" w:rsidRPr="00295E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>3.4 Metody dydaktyczne</w:t>
      </w:r>
      <w:r w:rsidRPr="00295E4F">
        <w:rPr>
          <w:rFonts w:ascii="Corbel" w:hAnsi="Corbel"/>
          <w:b w:val="0"/>
          <w:smallCaps w:val="0"/>
          <w:szCs w:val="24"/>
        </w:rPr>
        <w:t xml:space="preserve"> </w:t>
      </w:r>
    </w:p>
    <w:p w14:paraId="1A57C5D9" w14:textId="77777777" w:rsidR="0085747A" w:rsidRPr="00295E4F" w:rsidRDefault="00904C07" w:rsidP="00495699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b w:val="0"/>
          <w:smallCaps w:val="0"/>
          <w:szCs w:val="24"/>
        </w:rPr>
        <w:t>praca w grupach, rozwiązywanie zadać, ćwiczeń – dyskusja, warsztat</w:t>
      </w:r>
    </w:p>
    <w:p w14:paraId="2A63E884" w14:textId="77777777" w:rsidR="00665A06" w:rsidRPr="00295E4F" w:rsidRDefault="00665A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  <w:sectPr w:rsidR="00665A06" w:rsidRPr="00295E4F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5DBD1BD" w14:textId="77777777" w:rsidR="0085747A" w:rsidRPr="00295E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295E4F">
        <w:rPr>
          <w:rFonts w:ascii="Corbel" w:hAnsi="Corbel"/>
          <w:smallCaps w:val="0"/>
          <w:szCs w:val="24"/>
        </w:rPr>
        <w:t>METODY I KRYTERIA OCENY</w:t>
      </w:r>
      <w:r w:rsidR="009F4610" w:rsidRPr="00295E4F">
        <w:rPr>
          <w:rFonts w:ascii="Corbel" w:hAnsi="Corbel"/>
          <w:smallCaps w:val="0"/>
          <w:szCs w:val="24"/>
        </w:rPr>
        <w:t xml:space="preserve"> </w:t>
      </w:r>
    </w:p>
    <w:p w14:paraId="6D0A2BEE" w14:textId="77777777" w:rsidR="00923D7D" w:rsidRPr="00295E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4355C" w14:textId="77777777" w:rsidR="0085747A" w:rsidRPr="00295E4F" w:rsidRDefault="0085747A" w:rsidP="0049569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5E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295E4F" w14:paraId="0BF82BBF" w14:textId="77777777" w:rsidTr="00C05F44">
        <w:tc>
          <w:tcPr>
            <w:tcW w:w="1985" w:type="dxa"/>
            <w:vAlign w:val="center"/>
          </w:tcPr>
          <w:p w14:paraId="65BFD37A" w14:textId="77777777" w:rsidR="0085747A" w:rsidRPr="00295E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20CCFC" w14:textId="77777777" w:rsidR="0085747A" w:rsidRPr="00295E4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6494FA" w14:textId="77777777" w:rsidR="0085747A" w:rsidRPr="00295E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B3DB7E" w14:textId="77777777" w:rsidR="0085747A" w:rsidRPr="00295E4F" w:rsidRDefault="0085747A" w:rsidP="004956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5747A" w:rsidRPr="00295E4F" w14:paraId="7B53C7D8" w14:textId="77777777" w:rsidTr="00C05F44">
        <w:tc>
          <w:tcPr>
            <w:tcW w:w="1985" w:type="dxa"/>
          </w:tcPr>
          <w:p w14:paraId="4AB2EFFD" w14:textId="77777777" w:rsidR="0085747A" w:rsidRPr="00295E4F" w:rsidRDefault="0085747A" w:rsidP="006F5F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5E4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4DADA031" w14:textId="77777777"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E74521" w14:textId="77777777" w:rsidR="0085747A" w:rsidRPr="00295E4F" w:rsidRDefault="004956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85747A" w:rsidRPr="00295E4F" w14:paraId="0EC6283E" w14:textId="77777777" w:rsidTr="00C05F44">
        <w:tc>
          <w:tcPr>
            <w:tcW w:w="1985" w:type="dxa"/>
          </w:tcPr>
          <w:p w14:paraId="5826A6E6" w14:textId="77777777" w:rsidR="0085747A" w:rsidRPr="00295E4F" w:rsidRDefault="0085747A" w:rsidP="006F5F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DDDA217" w14:textId="77777777"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obserwacja w trakcie zajęć  warsztatowych</w:t>
            </w:r>
          </w:p>
        </w:tc>
        <w:tc>
          <w:tcPr>
            <w:tcW w:w="2126" w:type="dxa"/>
          </w:tcPr>
          <w:p w14:paraId="1AA032B6" w14:textId="77777777" w:rsidR="0085747A" w:rsidRPr="00295E4F" w:rsidRDefault="004956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F613E5" w:rsidRPr="00295E4F" w14:paraId="025DAED3" w14:textId="77777777" w:rsidTr="00C05F44">
        <w:tc>
          <w:tcPr>
            <w:tcW w:w="1985" w:type="dxa"/>
          </w:tcPr>
          <w:p w14:paraId="630287DF" w14:textId="77777777" w:rsidR="00F613E5" w:rsidRPr="00295E4F" w:rsidRDefault="00F613E5" w:rsidP="006F5F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3235C70" w14:textId="77777777" w:rsidR="00F613E5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obserwacja w trakcie zajęć warsztatowych</w:t>
            </w:r>
          </w:p>
        </w:tc>
        <w:tc>
          <w:tcPr>
            <w:tcW w:w="2126" w:type="dxa"/>
          </w:tcPr>
          <w:p w14:paraId="2E9E1A24" w14:textId="77777777" w:rsidR="00F613E5" w:rsidRPr="00295E4F" w:rsidRDefault="004956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5E4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5F087CAA" w14:textId="77777777" w:rsidR="00923D7D" w:rsidRPr="00295E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35F73" w14:textId="77777777" w:rsidR="00923D7D" w:rsidRPr="00295E4F" w:rsidRDefault="003E1941" w:rsidP="006F5F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4.2 </w:t>
      </w:r>
      <w:r w:rsidR="0085747A" w:rsidRPr="00295E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95E4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E4F" w14:paraId="25BB3585" w14:textId="77777777" w:rsidTr="00923D7D">
        <w:tc>
          <w:tcPr>
            <w:tcW w:w="9670" w:type="dxa"/>
          </w:tcPr>
          <w:p w14:paraId="0D919985" w14:textId="77777777" w:rsidR="0085747A" w:rsidRPr="00295E4F" w:rsidRDefault="00F613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Aktywny udział w czasie dyskusji, zajęć warsztatowych, udzielanie skutecznych informacji zwrotnych, </w:t>
            </w:r>
            <w:r w:rsidR="006F5F58" w:rsidRPr="00295E4F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pisemny oceniany w skali: 60% poprawnych odpowiedzi –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; 70% - plus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; 80 – dobry; 85% - plus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; 90 – 100% - </w:t>
            </w:r>
            <w:proofErr w:type="spellStart"/>
            <w:r w:rsidR="00EB0859" w:rsidRPr="00295E4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14:paraId="1A00FD9E" w14:textId="77777777"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E691F" w14:textId="77777777" w:rsidR="009F4610" w:rsidRPr="00295E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5E4F">
        <w:rPr>
          <w:rFonts w:ascii="Corbel" w:hAnsi="Corbel"/>
          <w:b/>
          <w:sz w:val="24"/>
          <w:szCs w:val="24"/>
        </w:rPr>
        <w:t xml:space="preserve">5. </w:t>
      </w:r>
      <w:r w:rsidR="00C61DC5" w:rsidRPr="00295E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E3921E" w14:textId="77777777" w:rsidR="0085747A" w:rsidRPr="00295E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95E4F" w14:paraId="06B68F73" w14:textId="77777777" w:rsidTr="003E1941">
        <w:tc>
          <w:tcPr>
            <w:tcW w:w="4962" w:type="dxa"/>
            <w:vAlign w:val="center"/>
          </w:tcPr>
          <w:p w14:paraId="17696A28" w14:textId="77777777" w:rsidR="0085747A" w:rsidRPr="00295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95E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95E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1A5187" w14:textId="77777777" w:rsidR="0085747A" w:rsidRPr="00295E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95E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95E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95E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95E4F" w14:paraId="077109B8" w14:textId="77777777" w:rsidTr="00923D7D">
        <w:tc>
          <w:tcPr>
            <w:tcW w:w="4962" w:type="dxa"/>
          </w:tcPr>
          <w:p w14:paraId="24A9D55E" w14:textId="085FF81C" w:rsidR="0085747A" w:rsidRPr="00295E4F" w:rsidRDefault="00C61DC5" w:rsidP="002B35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G</w:t>
            </w:r>
            <w:r w:rsidR="0085747A" w:rsidRPr="00295E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95E4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95E4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5E4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26B3F88" w14:textId="58FA0DAB" w:rsidR="0085747A" w:rsidRPr="00295E4F" w:rsidRDefault="008D014E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95E4F" w14:paraId="6E12D62D" w14:textId="77777777" w:rsidTr="00923D7D">
        <w:tc>
          <w:tcPr>
            <w:tcW w:w="4962" w:type="dxa"/>
          </w:tcPr>
          <w:p w14:paraId="168E8BFF" w14:textId="3046F8A0" w:rsidR="00C61DC5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95E4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4E3B51">
              <w:rPr>
                <w:rFonts w:ascii="Corbel" w:hAnsi="Corbel"/>
                <w:sz w:val="24"/>
                <w:szCs w:val="24"/>
              </w:rPr>
              <w:t>:</w:t>
            </w:r>
          </w:p>
          <w:p w14:paraId="7038EF8C" w14:textId="5A2E8789" w:rsidR="004E3B51" w:rsidRDefault="004E3B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295E4F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59D794B" w14:textId="4DD1E7F9" w:rsidR="00C61DC5" w:rsidRPr="00295E4F" w:rsidRDefault="004E3B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295E4F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021BD33" w14:textId="77777777" w:rsidR="00C61DC5" w:rsidRDefault="00C61DC5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516E47" w14:textId="77777777" w:rsidR="004E3B51" w:rsidRDefault="004E3B51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35433346" w14:textId="2A0061E0" w:rsidR="004E3B51" w:rsidRPr="00295E4F" w:rsidRDefault="004E3B51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95E4F" w14:paraId="08FB7FF7" w14:textId="77777777" w:rsidTr="00923D7D">
        <w:tc>
          <w:tcPr>
            <w:tcW w:w="4962" w:type="dxa"/>
          </w:tcPr>
          <w:p w14:paraId="63AF5CB4" w14:textId="77777777" w:rsidR="0071620A" w:rsidRPr="00295E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5F58" w:rsidRPr="00295E4F">
              <w:rPr>
                <w:rFonts w:ascii="Corbel" w:hAnsi="Corbel"/>
                <w:sz w:val="24"/>
                <w:szCs w:val="24"/>
              </w:rPr>
              <w:t>:</w:t>
            </w:r>
          </w:p>
          <w:p w14:paraId="6B918194" w14:textId="5A85A784" w:rsidR="004E3B51" w:rsidRDefault="004E3B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295E4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C254CA" w14:textId="062C38BA" w:rsidR="00A67D54" w:rsidRDefault="00A67D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14:paraId="59845602" w14:textId="26B972D3" w:rsidR="00C61DC5" w:rsidRPr="00295E4F" w:rsidRDefault="004E3B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295E4F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12797552" w14:textId="77777777" w:rsidR="00C61DC5" w:rsidRDefault="00C61DC5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AD65EC" w14:textId="77777777" w:rsidR="004E3B51" w:rsidRDefault="004E3B51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B37C12E" w14:textId="2D6A32EA" w:rsidR="004E3B51" w:rsidRDefault="008D014E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29FF4B3" w14:textId="35C901A4" w:rsidR="00A67D54" w:rsidRDefault="008D014E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4E464CA" w14:textId="6DED0E88" w:rsidR="004E3B51" w:rsidRPr="00295E4F" w:rsidRDefault="004E3B51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67D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295E4F" w14:paraId="49C3462F" w14:textId="77777777" w:rsidTr="00923D7D">
        <w:tc>
          <w:tcPr>
            <w:tcW w:w="4962" w:type="dxa"/>
          </w:tcPr>
          <w:p w14:paraId="3368CD65" w14:textId="77777777" w:rsidR="0085747A" w:rsidRPr="00295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9C6B0A" w14:textId="77777777" w:rsidR="0085747A" w:rsidRPr="00295E4F" w:rsidRDefault="008F2202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95E4F" w14:paraId="5E643311" w14:textId="77777777" w:rsidTr="00923D7D">
        <w:tc>
          <w:tcPr>
            <w:tcW w:w="4962" w:type="dxa"/>
          </w:tcPr>
          <w:p w14:paraId="636853F6" w14:textId="77777777" w:rsidR="0085747A" w:rsidRPr="00295E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69EADF" w14:textId="77777777" w:rsidR="0085747A" w:rsidRPr="00295E4F" w:rsidRDefault="008F2202" w:rsidP="006F5F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5E4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5080D02" w14:textId="77777777" w:rsidR="0085747A" w:rsidRPr="00295E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5E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5E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E7ECE7" w14:textId="77777777" w:rsidR="003E1941" w:rsidRPr="00295E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783854" w14:textId="77777777" w:rsidR="0085747A" w:rsidRPr="00295E4F" w:rsidRDefault="0071620A" w:rsidP="00F4475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6. </w:t>
      </w:r>
      <w:r w:rsidR="0085747A" w:rsidRPr="00295E4F">
        <w:rPr>
          <w:rFonts w:ascii="Corbel" w:hAnsi="Corbel"/>
          <w:smallCaps w:val="0"/>
          <w:szCs w:val="24"/>
        </w:rPr>
        <w:t>PRAKTYKI ZAWO</w:t>
      </w:r>
      <w:r w:rsidR="009D3F3B" w:rsidRPr="00295E4F">
        <w:rPr>
          <w:rFonts w:ascii="Corbel" w:hAnsi="Corbel"/>
          <w:smallCaps w:val="0"/>
          <w:szCs w:val="24"/>
        </w:rPr>
        <w:t>DOWE W RAMACH PRZEDMIOTU</w:t>
      </w:r>
    </w:p>
    <w:p w14:paraId="6B15C342" w14:textId="77777777" w:rsidR="00665A06" w:rsidRPr="00295E4F" w:rsidRDefault="00665A06" w:rsidP="00F4475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295E4F" w14:paraId="78E2AF54" w14:textId="77777777" w:rsidTr="008D0F3A">
        <w:trPr>
          <w:trHeight w:val="397"/>
        </w:trPr>
        <w:tc>
          <w:tcPr>
            <w:tcW w:w="4111" w:type="dxa"/>
          </w:tcPr>
          <w:p w14:paraId="3CF0A586" w14:textId="77777777" w:rsidR="0085747A" w:rsidRPr="00295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70AEAE8" w14:textId="77777777" w:rsidR="0085747A" w:rsidRPr="00295E4F" w:rsidRDefault="00F4475B" w:rsidP="00F44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95E4F" w14:paraId="2752E105" w14:textId="77777777" w:rsidTr="008D0F3A">
        <w:trPr>
          <w:trHeight w:val="397"/>
        </w:trPr>
        <w:tc>
          <w:tcPr>
            <w:tcW w:w="4111" w:type="dxa"/>
          </w:tcPr>
          <w:p w14:paraId="2B6D1CD5" w14:textId="77777777" w:rsidR="0085747A" w:rsidRPr="00295E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3F7DFD6" w14:textId="77777777" w:rsidR="0085747A" w:rsidRPr="00295E4F" w:rsidRDefault="00F4475B" w:rsidP="00F447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18F5336" w14:textId="77777777" w:rsidR="003E1941" w:rsidRPr="00295E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7802A6" w14:textId="77777777" w:rsidR="00675843" w:rsidRPr="00295E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5E4F">
        <w:rPr>
          <w:rFonts w:ascii="Corbel" w:hAnsi="Corbel"/>
          <w:smallCaps w:val="0"/>
          <w:szCs w:val="24"/>
        </w:rPr>
        <w:t xml:space="preserve">7. </w:t>
      </w:r>
      <w:r w:rsidR="0085747A" w:rsidRPr="00295E4F">
        <w:rPr>
          <w:rFonts w:ascii="Corbel" w:hAnsi="Corbel"/>
          <w:smallCaps w:val="0"/>
          <w:szCs w:val="24"/>
        </w:rPr>
        <w:t>LITERATURA</w:t>
      </w:r>
      <w:r w:rsidRPr="00295E4F">
        <w:rPr>
          <w:rFonts w:ascii="Corbel" w:hAnsi="Corbel"/>
          <w:smallCaps w:val="0"/>
          <w:szCs w:val="24"/>
        </w:rPr>
        <w:t xml:space="preserve"> </w:t>
      </w:r>
    </w:p>
    <w:p w14:paraId="310A97D0" w14:textId="77777777" w:rsidR="00665A06" w:rsidRPr="00295E4F" w:rsidRDefault="00665A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95E4F" w14:paraId="447AD170" w14:textId="77777777" w:rsidTr="00F4475B">
        <w:trPr>
          <w:trHeight w:val="397"/>
        </w:trPr>
        <w:tc>
          <w:tcPr>
            <w:tcW w:w="9639" w:type="dxa"/>
          </w:tcPr>
          <w:p w14:paraId="7E6EC38D" w14:textId="77777777" w:rsidR="0085747A" w:rsidRPr="00295E4F" w:rsidRDefault="0085747A" w:rsidP="00FD209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95E4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A50F2E1" w14:textId="77777777"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Berne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Dzień dobry i co dalej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Poznań 2005;</w:t>
            </w:r>
          </w:p>
          <w:p w14:paraId="0E8288EB" w14:textId="77777777"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Faber A., </w:t>
            </w: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Mazalish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Jak mówić żeby dzieci nas słuchały, jak słuchać, żeby dzieci do nas mówiły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Poznań 2013;</w:t>
            </w:r>
          </w:p>
          <w:p w14:paraId="40CB577E" w14:textId="77777777"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Grabias S.,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Język w zachowaniach społecznych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Lublin 2019;</w:t>
            </w:r>
          </w:p>
          <w:p w14:paraId="53E8587C" w14:textId="77777777"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Grzegorczykowa R.,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Wstęp do językoznawstwa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Warszawa 2008;</w:t>
            </w:r>
          </w:p>
          <w:p w14:paraId="1397737A" w14:textId="77777777" w:rsidR="003122CF" w:rsidRPr="00295E4F" w:rsidRDefault="003122CF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Kordziński J., 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Szkoła dialogu czyli o narzędziach w pracy nauczyciela opartych na aktywnej komunikacji z uczniem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2016;</w:t>
            </w:r>
          </w:p>
          <w:p w14:paraId="3435CE69" w14:textId="77777777"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Leathers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D., G.,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Komunikacja niewerbalna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Warszawa 2009;</w:t>
            </w:r>
          </w:p>
          <w:p w14:paraId="0F3C69BD" w14:textId="77777777" w:rsidR="00CC5172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Retter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H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., Komunikacja codzienna w pedagogice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Gdańsk 2005;</w:t>
            </w:r>
          </w:p>
          <w:p w14:paraId="1BB1381A" w14:textId="77777777" w:rsidR="00460EAF" w:rsidRPr="00295E4F" w:rsidRDefault="00CC5172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Rosenberg M.,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Porozumienie bez przemocy. O języku życia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, Warszawa 2013; </w:t>
            </w:r>
          </w:p>
          <w:p w14:paraId="78C1F903" w14:textId="77777777" w:rsidR="003122CF" w:rsidRPr="00295E4F" w:rsidRDefault="003122CF" w:rsidP="00F4475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Śnieżyński M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Dialog edukacyjny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2006</w:t>
            </w:r>
          </w:p>
        </w:tc>
      </w:tr>
      <w:tr w:rsidR="0085747A" w:rsidRPr="00295E4F" w14:paraId="3A9E50AD" w14:textId="77777777" w:rsidTr="00F4475B">
        <w:trPr>
          <w:trHeight w:val="397"/>
        </w:trPr>
        <w:tc>
          <w:tcPr>
            <w:tcW w:w="9639" w:type="dxa"/>
          </w:tcPr>
          <w:p w14:paraId="36C19E83" w14:textId="77777777" w:rsidR="0085747A" w:rsidRPr="00295E4F" w:rsidRDefault="0085747A" w:rsidP="00FD2094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95E4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CEAE5DA" w14:textId="77777777"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Berne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W co grają ludzie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Warszawa 2016;</w:t>
            </w:r>
          </w:p>
          <w:p w14:paraId="1A80A301" w14:textId="77777777"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szCs w:val="24"/>
              </w:rPr>
              <w:t xml:space="preserve">-Napierała B., </w:t>
            </w:r>
            <w:r w:rsidRPr="00295E4F">
              <w:rPr>
                <w:rFonts w:ascii="Corbel" w:hAnsi="Corbel"/>
                <w:b w:val="0"/>
                <w:i/>
                <w:smallCaps w:val="0"/>
                <w:szCs w:val="24"/>
              </w:rPr>
              <w:t>Komunikacja interpersonalna w rodzinie</w:t>
            </w:r>
            <w:r w:rsidRPr="00295E4F">
              <w:rPr>
                <w:rFonts w:ascii="Corbel" w:hAnsi="Corbel"/>
                <w:b w:val="0"/>
                <w:smallCaps w:val="0"/>
                <w:szCs w:val="24"/>
              </w:rPr>
              <w:t>, Poznań 2008;</w:t>
            </w:r>
          </w:p>
          <w:p w14:paraId="53FA29CA" w14:textId="77777777"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Leu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Porozumienie bez przemocy. Ćwiczenia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2013;</w:t>
            </w:r>
          </w:p>
          <w:p w14:paraId="3F220EB6" w14:textId="77777777" w:rsidR="00CC5172" w:rsidRPr="00295E4F" w:rsidRDefault="00CC5172" w:rsidP="00F4475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Mudyń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295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Komunikacja bez przemocy jako metoda przezwyciężania i zapobiegania konfliktom</w:t>
            </w:r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w: red. </w:t>
            </w: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Kubacka-Jasiecka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Mudyń</w:t>
            </w:r>
            <w:proofErr w:type="spellEnd"/>
            <w:r w:rsidRPr="00295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Kryzys, interwencja i pomoc psychologiczna, Toruń 2003, s. 303 0 319;</w:t>
            </w:r>
          </w:p>
          <w:p w14:paraId="189B3E47" w14:textId="77777777" w:rsidR="006C583B" w:rsidRPr="00295E4F" w:rsidRDefault="006C583B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Snel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295E4F">
              <w:rPr>
                <w:rFonts w:ascii="Corbel" w:hAnsi="Corbel"/>
                <w:i/>
                <w:sz w:val="24"/>
                <w:szCs w:val="24"/>
              </w:rPr>
              <w:t xml:space="preserve">Daj przestrzeń…I bądź blisko. </w:t>
            </w:r>
            <w:proofErr w:type="spellStart"/>
            <w:r w:rsidRPr="00295E4F">
              <w:rPr>
                <w:rFonts w:ascii="Corbel" w:hAnsi="Corbel"/>
                <w:i/>
                <w:sz w:val="24"/>
                <w:szCs w:val="24"/>
              </w:rPr>
              <w:t>Mindfulness</w:t>
            </w:r>
            <w:proofErr w:type="spellEnd"/>
            <w:r w:rsidRPr="00295E4F">
              <w:rPr>
                <w:rFonts w:ascii="Corbel" w:hAnsi="Corbel"/>
                <w:i/>
                <w:sz w:val="24"/>
                <w:szCs w:val="24"/>
              </w:rPr>
              <w:t xml:space="preserve"> dla rodziców i ich nastolatków</w:t>
            </w:r>
            <w:r w:rsidRPr="00295E4F">
              <w:rPr>
                <w:rFonts w:ascii="Corbel" w:hAnsi="Corbel"/>
                <w:sz w:val="24"/>
                <w:szCs w:val="24"/>
              </w:rPr>
              <w:t xml:space="preserve">, Warszawa 2017; </w:t>
            </w:r>
          </w:p>
          <w:p w14:paraId="16B0DB53" w14:textId="77777777" w:rsidR="00CE45A8" w:rsidRPr="00295E4F" w:rsidRDefault="00CE45A8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295E4F">
              <w:rPr>
                <w:rFonts w:ascii="Corbel" w:hAnsi="Corbel"/>
                <w:sz w:val="24"/>
                <w:szCs w:val="24"/>
              </w:rPr>
              <w:t xml:space="preserve">Nelson J., </w:t>
            </w:r>
            <w:r w:rsidRPr="00295E4F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295E4F">
              <w:rPr>
                <w:rFonts w:ascii="Corbel" w:hAnsi="Corbel"/>
                <w:sz w:val="24"/>
                <w:szCs w:val="24"/>
              </w:rPr>
              <w:t>, Warszawa 2016;</w:t>
            </w:r>
          </w:p>
          <w:p w14:paraId="19DAB51A" w14:textId="77777777" w:rsidR="00CC5172" w:rsidRPr="00295E4F" w:rsidRDefault="00CC5172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b/>
                <w:smallCaps/>
                <w:sz w:val="24"/>
                <w:szCs w:val="24"/>
                <w:lang w:val="en-US"/>
              </w:rPr>
            </w:pPr>
            <w:proofErr w:type="spellStart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>Zaborniak</w:t>
            </w:r>
            <w:proofErr w:type="spellEnd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>-Sobczak M., Mach A.,</w:t>
            </w:r>
            <w:r w:rsidRPr="00295E4F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Linguistic knowledge of the selected groups of people with disabilities in the course of educational research - constraints and opportunities</w:t>
            </w:r>
            <w:r w:rsidRPr="00295E4F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>Kwartalnik</w:t>
            </w:r>
            <w:proofErr w:type="spellEnd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>Pedagogiczny</w:t>
            </w:r>
            <w:proofErr w:type="spellEnd"/>
            <w:r w:rsidRPr="00295E4F">
              <w:rPr>
                <w:rFonts w:ascii="Corbel" w:hAnsi="Corbel"/>
                <w:sz w:val="24"/>
                <w:szCs w:val="24"/>
                <w:lang w:val="en-US"/>
              </w:rPr>
              <w:t xml:space="preserve"> 1 (247)/2018, s. 206 – 216;</w:t>
            </w:r>
          </w:p>
          <w:p w14:paraId="766277E4" w14:textId="77777777" w:rsidR="00CC5172" w:rsidRPr="00295E4F" w:rsidRDefault="00CC5172" w:rsidP="00F4475B">
            <w:pPr>
              <w:pStyle w:val="Bezodstpw"/>
              <w:numPr>
                <w:ilvl w:val="0"/>
                <w:numId w:val="3"/>
              </w:numPr>
              <w:jc w:val="both"/>
              <w:rPr>
                <w:rFonts w:ascii="Corbel" w:hAnsi="Corbel"/>
                <w:b/>
                <w:smallCaps/>
                <w:sz w:val="24"/>
                <w:szCs w:val="24"/>
                <w:lang w:val="en-US"/>
              </w:rPr>
            </w:pPr>
            <w:proofErr w:type="spellStart"/>
            <w:r w:rsidRPr="00295E4F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295E4F">
              <w:rPr>
                <w:rFonts w:ascii="Corbel" w:hAnsi="Corbel"/>
                <w:sz w:val="24"/>
                <w:szCs w:val="24"/>
              </w:rPr>
              <w:t xml:space="preserve">-Sobczak M., Perenc L., </w:t>
            </w:r>
            <w:r w:rsidRPr="00295E4F">
              <w:rPr>
                <w:rFonts w:ascii="Corbel" w:hAnsi="Corbel"/>
                <w:i/>
                <w:sz w:val="24"/>
                <w:szCs w:val="24"/>
              </w:rPr>
              <w:t>Wiedza językowa słyszących dzieci niesłyszących rodziców. Studium przypadku</w:t>
            </w:r>
            <w:r w:rsidRPr="00295E4F">
              <w:rPr>
                <w:rFonts w:ascii="Corbel" w:hAnsi="Corbel"/>
                <w:sz w:val="24"/>
                <w:szCs w:val="24"/>
              </w:rPr>
              <w:t>, Logopedia  46/ 2017, s. 337 – 353;</w:t>
            </w:r>
          </w:p>
        </w:tc>
      </w:tr>
    </w:tbl>
    <w:p w14:paraId="6689D795" w14:textId="77777777" w:rsidR="0085747A" w:rsidRPr="00295E4F" w:rsidRDefault="0085747A" w:rsidP="00F4475B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1206E0F" w14:textId="77777777" w:rsidR="0085747A" w:rsidRPr="00295E4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95E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B03BF" w14:textId="77777777"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BAF78" w14:textId="77777777"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77CD0" w14:textId="77777777"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0C18D3" w14:textId="77777777" w:rsidR="00665A06" w:rsidRPr="00295E4F" w:rsidRDefault="00665A0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10149" w14:textId="77777777" w:rsidR="00665A06" w:rsidRPr="00295E4F" w:rsidRDefault="00665A06" w:rsidP="00665A0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665A06" w:rsidRPr="00295E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D19B0" w14:textId="77777777" w:rsidR="009C4AD1" w:rsidRDefault="009C4AD1" w:rsidP="00C16ABF">
      <w:pPr>
        <w:spacing w:after="0" w:line="240" w:lineRule="auto"/>
      </w:pPr>
      <w:r>
        <w:separator/>
      </w:r>
    </w:p>
  </w:endnote>
  <w:endnote w:type="continuationSeparator" w:id="0">
    <w:p w14:paraId="54DAE42E" w14:textId="77777777" w:rsidR="009C4AD1" w:rsidRDefault="009C4A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5973B" w14:textId="77777777" w:rsidR="009C4AD1" w:rsidRDefault="009C4AD1" w:rsidP="00C16ABF">
      <w:pPr>
        <w:spacing w:after="0" w:line="240" w:lineRule="auto"/>
      </w:pPr>
      <w:r>
        <w:separator/>
      </w:r>
    </w:p>
  </w:footnote>
  <w:footnote w:type="continuationSeparator" w:id="0">
    <w:p w14:paraId="45584D6A" w14:textId="77777777" w:rsidR="009C4AD1" w:rsidRDefault="009C4AD1" w:rsidP="00C16ABF">
      <w:pPr>
        <w:spacing w:after="0" w:line="240" w:lineRule="auto"/>
      </w:pPr>
      <w:r>
        <w:continuationSeparator/>
      </w:r>
    </w:p>
  </w:footnote>
  <w:footnote w:id="1">
    <w:p w14:paraId="6BBABE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B66FF2"/>
    <w:multiLevelType w:val="hybridMultilevel"/>
    <w:tmpl w:val="B3F2E610"/>
    <w:lvl w:ilvl="0" w:tplc="9B047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86CF9"/>
    <w:multiLevelType w:val="hybridMultilevel"/>
    <w:tmpl w:val="C4988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503510">
    <w:abstractNumId w:val="0"/>
  </w:num>
  <w:num w:numId="2" w16cid:durableId="1820346195">
    <w:abstractNumId w:val="2"/>
  </w:num>
  <w:num w:numId="3" w16cid:durableId="112107057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E7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280A"/>
    <w:rsid w:val="001D657B"/>
    <w:rsid w:val="001D7B54"/>
    <w:rsid w:val="001E0209"/>
    <w:rsid w:val="001F2CA2"/>
    <w:rsid w:val="002144C0"/>
    <w:rsid w:val="0022477D"/>
    <w:rsid w:val="002273E3"/>
    <w:rsid w:val="002278A9"/>
    <w:rsid w:val="002336F9"/>
    <w:rsid w:val="0024028F"/>
    <w:rsid w:val="00244ABC"/>
    <w:rsid w:val="00254316"/>
    <w:rsid w:val="00257BEC"/>
    <w:rsid w:val="00281FF2"/>
    <w:rsid w:val="002857DE"/>
    <w:rsid w:val="00291567"/>
    <w:rsid w:val="00295E4F"/>
    <w:rsid w:val="002A22BF"/>
    <w:rsid w:val="002A2389"/>
    <w:rsid w:val="002A671D"/>
    <w:rsid w:val="002B35A4"/>
    <w:rsid w:val="002B4D55"/>
    <w:rsid w:val="002B5EA0"/>
    <w:rsid w:val="002B6119"/>
    <w:rsid w:val="002C1F06"/>
    <w:rsid w:val="002D3375"/>
    <w:rsid w:val="002D73D4"/>
    <w:rsid w:val="002F02A3"/>
    <w:rsid w:val="002F38DB"/>
    <w:rsid w:val="002F4ABE"/>
    <w:rsid w:val="003018BA"/>
    <w:rsid w:val="0030395F"/>
    <w:rsid w:val="00305C92"/>
    <w:rsid w:val="003122CF"/>
    <w:rsid w:val="003151C5"/>
    <w:rsid w:val="003342B9"/>
    <w:rsid w:val="003343CF"/>
    <w:rsid w:val="00336B5E"/>
    <w:rsid w:val="00346FE9"/>
    <w:rsid w:val="0034759A"/>
    <w:rsid w:val="003503F6"/>
    <w:rsid w:val="003530DD"/>
    <w:rsid w:val="00363F78"/>
    <w:rsid w:val="003A0A5B"/>
    <w:rsid w:val="003A1176"/>
    <w:rsid w:val="003C0BAE"/>
    <w:rsid w:val="003C491F"/>
    <w:rsid w:val="003D18A9"/>
    <w:rsid w:val="003D6CE2"/>
    <w:rsid w:val="003E1941"/>
    <w:rsid w:val="003E2FE6"/>
    <w:rsid w:val="003E41FD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0EAF"/>
    <w:rsid w:val="00461EFC"/>
    <w:rsid w:val="004652C2"/>
    <w:rsid w:val="004706D1"/>
    <w:rsid w:val="00471326"/>
    <w:rsid w:val="0047598D"/>
    <w:rsid w:val="004840FD"/>
    <w:rsid w:val="00490F7D"/>
    <w:rsid w:val="00491678"/>
    <w:rsid w:val="00495699"/>
    <w:rsid w:val="004968E2"/>
    <w:rsid w:val="004A3EEA"/>
    <w:rsid w:val="004A4D1F"/>
    <w:rsid w:val="004D5282"/>
    <w:rsid w:val="004E3B51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08B9"/>
    <w:rsid w:val="0058742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A06"/>
    <w:rsid w:val="00671958"/>
    <w:rsid w:val="00675843"/>
    <w:rsid w:val="00696477"/>
    <w:rsid w:val="006B678D"/>
    <w:rsid w:val="006C39D3"/>
    <w:rsid w:val="006C583B"/>
    <w:rsid w:val="006D050F"/>
    <w:rsid w:val="006D6139"/>
    <w:rsid w:val="006E5D65"/>
    <w:rsid w:val="006F1282"/>
    <w:rsid w:val="006F1FBC"/>
    <w:rsid w:val="006F31E2"/>
    <w:rsid w:val="006F5F5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896"/>
    <w:rsid w:val="00763393"/>
    <w:rsid w:val="00763BF1"/>
    <w:rsid w:val="00766FD4"/>
    <w:rsid w:val="0078168C"/>
    <w:rsid w:val="00787C2A"/>
    <w:rsid w:val="00790E27"/>
    <w:rsid w:val="007A265C"/>
    <w:rsid w:val="007A4022"/>
    <w:rsid w:val="007A6E6E"/>
    <w:rsid w:val="007B5EBA"/>
    <w:rsid w:val="007B7FDF"/>
    <w:rsid w:val="007C3299"/>
    <w:rsid w:val="007C3BCC"/>
    <w:rsid w:val="007C4546"/>
    <w:rsid w:val="007D6E56"/>
    <w:rsid w:val="007E1A6D"/>
    <w:rsid w:val="007F4155"/>
    <w:rsid w:val="007F7886"/>
    <w:rsid w:val="0081554D"/>
    <w:rsid w:val="0081707E"/>
    <w:rsid w:val="00825CC8"/>
    <w:rsid w:val="008449B3"/>
    <w:rsid w:val="008552A2"/>
    <w:rsid w:val="0085747A"/>
    <w:rsid w:val="00884922"/>
    <w:rsid w:val="00885F64"/>
    <w:rsid w:val="008917F9"/>
    <w:rsid w:val="008A45F7"/>
    <w:rsid w:val="008A6CFE"/>
    <w:rsid w:val="008B284B"/>
    <w:rsid w:val="008C0CC0"/>
    <w:rsid w:val="008C19A9"/>
    <w:rsid w:val="008C379D"/>
    <w:rsid w:val="008C5147"/>
    <w:rsid w:val="008C5359"/>
    <w:rsid w:val="008C5363"/>
    <w:rsid w:val="008D014E"/>
    <w:rsid w:val="008D0F3A"/>
    <w:rsid w:val="008D3DFB"/>
    <w:rsid w:val="008E64F4"/>
    <w:rsid w:val="008F12C9"/>
    <w:rsid w:val="008F2202"/>
    <w:rsid w:val="008F3797"/>
    <w:rsid w:val="008F6E29"/>
    <w:rsid w:val="00904C07"/>
    <w:rsid w:val="00916188"/>
    <w:rsid w:val="00923D7D"/>
    <w:rsid w:val="0093217F"/>
    <w:rsid w:val="009508DF"/>
    <w:rsid w:val="00950DAC"/>
    <w:rsid w:val="00954A07"/>
    <w:rsid w:val="0099619B"/>
    <w:rsid w:val="00997F14"/>
    <w:rsid w:val="009A78D9"/>
    <w:rsid w:val="009C3E31"/>
    <w:rsid w:val="009C4AD1"/>
    <w:rsid w:val="009C54AE"/>
    <w:rsid w:val="009C788E"/>
    <w:rsid w:val="009D3F3B"/>
    <w:rsid w:val="009E0543"/>
    <w:rsid w:val="009E3B41"/>
    <w:rsid w:val="009F3C5C"/>
    <w:rsid w:val="009F4610"/>
    <w:rsid w:val="00A00ECC"/>
    <w:rsid w:val="00A07A90"/>
    <w:rsid w:val="00A155EE"/>
    <w:rsid w:val="00A2245B"/>
    <w:rsid w:val="00A30110"/>
    <w:rsid w:val="00A36899"/>
    <w:rsid w:val="00A371F6"/>
    <w:rsid w:val="00A4075E"/>
    <w:rsid w:val="00A43BF6"/>
    <w:rsid w:val="00A53FA5"/>
    <w:rsid w:val="00A54817"/>
    <w:rsid w:val="00A601C8"/>
    <w:rsid w:val="00A60799"/>
    <w:rsid w:val="00A61A75"/>
    <w:rsid w:val="00A67D54"/>
    <w:rsid w:val="00A84C85"/>
    <w:rsid w:val="00A9677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63A"/>
    <w:rsid w:val="00BA2A37"/>
    <w:rsid w:val="00BA61B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5172"/>
    <w:rsid w:val="00CD6897"/>
    <w:rsid w:val="00CE45A8"/>
    <w:rsid w:val="00CE5BAC"/>
    <w:rsid w:val="00CF25BE"/>
    <w:rsid w:val="00CF78ED"/>
    <w:rsid w:val="00D02B25"/>
    <w:rsid w:val="00D02EBA"/>
    <w:rsid w:val="00D12E55"/>
    <w:rsid w:val="00D17C3C"/>
    <w:rsid w:val="00D24C4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2D2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5CC5"/>
    <w:rsid w:val="00E960BB"/>
    <w:rsid w:val="00EA2074"/>
    <w:rsid w:val="00EA4832"/>
    <w:rsid w:val="00EA4E9D"/>
    <w:rsid w:val="00EB0859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4475B"/>
    <w:rsid w:val="00F526AF"/>
    <w:rsid w:val="00F613E5"/>
    <w:rsid w:val="00F617C3"/>
    <w:rsid w:val="00F7066B"/>
    <w:rsid w:val="00F83B28"/>
    <w:rsid w:val="00F974DA"/>
    <w:rsid w:val="00FA46E5"/>
    <w:rsid w:val="00FB7DBA"/>
    <w:rsid w:val="00FC1C25"/>
    <w:rsid w:val="00FC3F45"/>
    <w:rsid w:val="00FD2094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3E46"/>
  <w15:docId w15:val="{CE2BE0B4-0001-4DCF-A0A3-326EC4C11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D1D26-6D96-4153-9513-0116BFD3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2025-01-31T09:34:00Z</dcterms:created>
  <dcterms:modified xsi:type="dcterms:W3CDTF">2025-01-31T12:05:00Z</dcterms:modified>
</cp:coreProperties>
</file>